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BA" w:rsidRPr="00670FBA" w:rsidRDefault="008D24F0" w:rsidP="00670F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D24F0">
        <w:rPr>
          <w:rFonts w:ascii="TH SarabunIT๙" w:hAnsi="TH SarabunIT๙" w:cs="TH SarabunIT๙"/>
          <w:b/>
          <w:bCs/>
          <w:noProof/>
          <w:sz w:val="32"/>
          <w:szCs w:val="32"/>
          <w:cs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5728129</wp:posOffset>
                </wp:positionH>
                <wp:positionV relativeFrom="paragraph">
                  <wp:posOffset>20955</wp:posOffset>
                </wp:positionV>
                <wp:extent cx="713549" cy="354131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549" cy="3541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4F0" w:rsidRPr="006A467C" w:rsidRDefault="008D24F0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 w:rsidRPr="006A467C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ID………...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1.05pt;margin-top:1.65pt;width:56.2pt;height:2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" filled="f" stroked="f">
                <v:textbox>
                  <w:txbxContent>
                    <w:p w:rsidR="008D24F0" w:rsidRPr="006A467C" w:rsidRDefault="008D24F0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 w:rsidRPr="006A467C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ID………...</w:t>
                      </w:r>
                    </w:p>
                  </w:txbxContent>
                </v:textbox>
              </v:shape>
            </w:pict>
          </mc:Fallback>
        </mc:AlternateContent>
      </w:r>
      <w:r w:rsidR="00670FBA" w:rsidRPr="00670FBA">
        <w:rPr>
          <w:rFonts w:ascii="TH SarabunIT๙" w:hAnsi="TH SarabunIT๙" w:cs="TH SarabunIT๙"/>
          <w:b/>
          <w:bCs/>
          <w:sz w:val="32"/>
          <w:szCs w:val="32"/>
          <w:cs/>
        </w:rPr>
        <w:t>แบบสำรวจความคิดเห็นภารกิจ</w:t>
      </w:r>
      <w:r w:rsidR="00B95E3B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</w:t>
      </w:r>
      <w:r w:rsidR="00670FBA" w:rsidRPr="00670F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ของ ส.ป.ก. </w:t>
      </w:r>
      <w:r w:rsidR="000A594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ในปัจจุบัน</w:t>
      </w:r>
    </w:p>
    <w:p w:rsidR="00670FBA" w:rsidRPr="00670FBA" w:rsidRDefault="00670FBA" w:rsidP="00F26359">
      <w:pPr>
        <w:spacing w:after="0" w:line="240" w:lineRule="auto"/>
        <w:rPr>
          <w:rFonts w:ascii="TH SarabunIT๙" w:hAnsi="TH SarabunIT๙" w:cs="TH SarabunIT๙"/>
          <w:b/>
          <w:bCs/>
          <w:sz w:val="28"/>
          <w:u w:val="single"/>
        </w:rPr>
      </w:pPr>
      <w:r w:rsidRPr="00670FBA">
        <w:rPr>
          <w:rFonts w:ascii="TH SarabunIT๙" w:hAnsi="TH SarabunIT๙" w:cs="TH SarabunIT๙"/>
          <w:b/>
          <w:bCs/>
          <w:sz w:val="28"/>
          <w:u w:val="single"/>
          <w:cs/>
        </w:rPr>
        <w:t xml:space="preserve">ส่วนที่ </w:t>
      </w:r>
      <w:r w:rsidRPr="00670FBA">
        <w:rPr>
          <w:rFonts w:ascii="TH SarabunIT๙" w:hAnsi="TH SarabunIT๙" w:cs="TH SarabunIT๙"/>
          <w:b/>
          <w:bCs/>
          <w:sz w:val="28"/>
          <w:u w:val="single"/>
        </w:rPr>
        <w:t xml:space="preserve">1 : </w:t>
      </w:r>
      <w:r w:rsidRPr="00670FBA">
        <w:rPr>
          <w:rFonts w:ascii="TH SarabunIT๙" w:hAnsi="TH SarabunIT๙" w:cs="TH SarabunIT๙"/>
          <w:b/>
          <w:bCs/>
          <w:sz w:val="28"/>
          <w:u w:val="single"/>
          <w:cs/>
        </w:rPr>
        <w:t>คำอธิบาย</w:t>
      </w:r>
    </w:p>
    <w:p w:rsidR="002203F7" w:rsidRPr="002203F7" w:rsidRDefault="00670FBA" w:rsidP="00F2635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8"/>
        </w:rPr>
      </w:pPr>
      <w:r w:rsidRPr="002203F7">
        <w:rPr>
          <w:rFonts w:ascii="TH SarabunIT๙" w:hAnsi="TH SarabunIT๙" w:cs="TH SarabunIT๙"/>
          <w:sz w:val="28"/>
          <w:cs/>
        </w:rPr>
        <w:t>แบบสำรวจนี้เป็นส่วนหนึ่งของ</w:t>
      </w:r>
      <w:r w:rsidR="002203F7" w:rsidRPr="002203F7">
        <w:rPr>
          <w:rFonts w:ascii="TH SarabunIT๙" w:hAnsi="TH SarabunIT๙" w:cs="TH SarabunIT๙"/>
          <w:sz w:val="28"/>
          <w:cs/>
        </w:rPr>
        <w:t xml:space="preserve">ตัวชี้วัด 5.2 </w:t>
      </w:r>
      <w:r w:rsidRPr="002203F7">
        <w:rPr>
          <w:rFonts w:ascii="TH SarabunIT๙" w:hAnsi="TH SarabunIT๙" w:cs="TH SarabunIT๙"/>
          <w:sz w:val="28"/>
          <w:cs/>
        </w:rPr>
        <w:t>การจัดทำแผนปฏิรูปองค์การ</w:t>
      </w:r>
      <w:r w:rsidR="002203F7">
        <w:rPr>
          <w:rFonts w:ascii="TH SarabunIT๙" w:hAnsi="TH SarabunIT๙" w:cs="TH SarabunIT๙" w:hint="cs"/>
          <w:sz w:val="28"/>
          <w:cs/>
        </w:rPr>
        <w:t>มีวัตถุประสงค์เพื่อ</w:t>
      </w:r>
      <w:r w:rsidR="002203F7" w:rsidRPr="002203F7">
        <w:rPr>
          <w:rFonts w:ascii="TH SarabunIT๙" w:hAnsi="TH SarabunIT๙" w:cs="TH SarabunIT๙"/>
          <w:sz w:val="28"/>
          <w:cs/>
        </w:rPr>
        <w:t>สำรวจความคิดเห็นของบุคลากร ส.ป.ก.</w:t>
      </w:r>
      <w:r w:rsidR="002203F7">
        <w:rPr>
          <w:rFonts w:ascii="TH SarabunIT๙" w:hAnsi="TH SarabunIT๙" w:cs="TH SarabunIT๙"/>
          <w:sz w:val="28"/>
          <w:cs/>
        </w:rPr>
        <w:t xml:space="preserve"> เกี่ยวกับ</w:t>
      </w:r>
      <w:r w:rsidR="002203F7" w:rsidRPr="002203F7">
        <w:rPr>
          <w:rFonts w:ascii="TH SarabunIT๙" w:hAnsi="TH SarabunIT๙" w:cs="TH SarabunIT๙"/>
          <w:sz w:val="28"/>
          <w:cs/>
        </w:rPr>
        <w:t>ภารกิจ</w:t>
      </w:r>
      <w:r w:rsidR="00C44BAE">
        <w:rPr>
          <w:rFonts w:ascii="TH SarabunIT๙" w:hAnsi="TH SarabunIT๙" w:cs="TH SarabunIT๙" w:hint="cs"/>
          <w:sz w:val="28"/>
          <w:cs/>
        </w:rPr>
        <w:t xml:space="preserve">หลัก </w:t>
      </w:r>
      <w:r w:rsidR="002203F7" w:rsidRPr="002203F7">
        <w:rPr>
          <w:rFonts w:ascii="TH SarabunIT๙" w:hAnsi="TH SarabunIT๙" w:cs="TH SarabunIT๙"/>
          <w:sz w:val="28"/>
          <w:cs/>
        </w:rPr>
        <w:t xml:space="preserve">ของ ส.ป.ก. </w:t>
      </w:r>
      <w:r w:rsidR="002203F7" w:rsidRPr="002203F7">
        <w:rPr>
          <w:rFonts w:ascii="TH SarabunIT๙" w:hAnsi="TH SarabunIT๙" w:cs="TH SarabunIT๙" w:hint="cs"/>
          <w:sz w:val="28"/>
          <w:cs/>
        </w:rPr>
        <w:t xml:space="preserve">โดยการสำรวจมี </w:t>
      </w:r>
      <w:r w:rsidR="002203F7" w:rsidRPr="002203F7">
        <w:rPr>
          <w:rFonts w:ascii="TH SarabunIT๙" w:hAnsi="TH SarabunIT๙" w:cs="TH SarabunIT๙"/>
          <w:sz w:val="28"/>
        </w:rPr>
        <w:t xml:space="preserve">2 </w:t>
      </w:r>
      <w:r w:rsidR="002203F7" w:rsidRPr="002203F7">
        <w:rPr>
          <w:rFonts w:ascii="TH SarabunIT๙" w:hAnsi="TH SarabunIT๙" w:cs="TH SarabunIT๙" w:hint="cs"/>
          <w:sz w:val="28"/>
          <w:cs/>
        </w:rPr>
        <w:t>ประเด็น</w:t>
      </w:r>
      <w:r w:rsidR="00AC7C9B">
        <w:rPr>
          <w:rFonts w:ascii="TH SarabunIT๙" w:hAnsi="TH SarabunIT๙" w:cs="TH SarabunIT๙" w:hint="cs"/>
          <w:sz w:val="28"/>
          <w:cs/>
        </w:rPr>
        <w:t xml:space="preserve"> </w:t>
      </w:r>
      <w:r w:rsidR="002203F7" w:rsidRPr="002203F7">
        <w:rPr>
          <w:rFonts w:ascii="TH SarabunIT๙" w:hAnsi="TH SarabunIT๙" w:cs="TH SarabunIT๙" w:hint="cs"/>
          <w:sz w:val="28"/>
          <w:cs/>
        </w:rPr>
        <w:t xml:space="preserve">ได้แก่     </w:t>
      </w:r>
    </w:p>
    <w:p w:rsidR="002203F7" w:rsidRPr="007064CF" w:rsidRDefault="002203F7" w:rsidP="00E86DD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pacing w:val="-4"/>
          <w:sz w:val="28"/>
        </w:rPr>
      </w:pPr>
      <w:r w:rsidRPr="007064CF">
        <w:rPr>
          <w:rFonts w:ascii="TH SarabunIT๙" w:hAnsi="TH SarabunIT๙" w:cs="TH SarabunIT๙" w:hint="cs"/>
          <w:spacing w:val="-4"/>
          <w:sz w:val="28"/>
          <w:cs/>
        </w:rPr>
        <w:t xml:space="preserve">(๑) </w:t>
      </w:r>
      <w:r w:rsidR="00E86DD6" w:rsidRPr="007064CF">
        <w:rPr>
          <w:rFonts w:ascii="TH SarabunIT๙" w:hAnsi="TH SarabunIT๙" w:cs="TH SarabunIT๙"/>
          <w:spacing w:val="-4"/>
          <w:sz w:val="28"/>
          <w:u w:val="single"/>
          <w:cs/>
        </w:rPr>
        <w:t>ระดับความสำคัญต่อการขับเคลื่อนยุทธศาสตร์ประเทศ</w:t>
      </w:r>
      <w:r w:rsidR="00E86DD6" w:rsidRPr="007064CF">
        <w:rPr>
          <w:rFonts w:ascii="TH SarabunIT๙" w:hAnsi="TH SarabunIT๙" w:cs="TH SarabunIT๙" w:hint="cs"/>
          <w:spacing w:val="-4"/>
          <w:sz w:val="28"/>
          <w:cs/>
        </w:rPr>
        <w:t xml:space="preserve"> หมายถึง </w:t>
      </w:r>
      <w:r w:rsidRPr="007064CF">
        <w:rPr>
          <w:rFonts w:ascii="TH SarabunIT๙" w:hAnsi="TH SarabunIT๙" w:cs="TH SarabunIT๙"/>
          <w:spacing w:val="-4"/>
          <w:sz w:val="28"/>
          <w:cs/>
        </w:rPr>
        <w:t>แนวโน้มในอนาคต</w:t>
      </w:r>
      <w:r w:rsidR="00BC26B7" w:rsidRPr="007064CF">
        <w:rPr>
          <w:rFonts w:ascii="TH SarabunIT๙" w:hAnsi="TH SarabunIT๙" w:cs="TH SarabunIT๙" w:hint="cs"/>
          <w:spacing w:val="-4"/>
          <w:sz w:val="28"/>
          <w:cs/>
        </w:rPr>
        <w:t>ที่</w:t>
      </w:r>
      <w:r w:rsidRPr="007064CF">
        <w:rPr>
          <w:rFonts w:ascii="TH SarabunIT๙" w:hAnsi="TH SarabunIT๙" w:cs="TH SarabunIT๙"/>
          <w:spacing w:val="-4"/>
          <w:sz w:val="28"/>
          <w:cs/>
        </w:rPr>
        <w:t>ภารกิจ</w:t>
      </w:r>
      <w:r w:rsidR="004C523F">
        <w:rPr>
          <w:rFonts w:ascii="TH SarabunIT๙" w:hAnsi="TH SarabunIT๙" w:cs="TH SarabunIT๙" w:hint="cs"/>
          <w:spacing w:val="-4"/>
          <w:sz w:val="28"/>
          <w:cs/>
        </w:rPr>
        <w:t>หลัก</w:t>
      </w:r>
      <w:r w:rsidRPr="007064CF">
        <w:rPr>
          <w:rFonts w:ascii="TH SarabunIT๙" w:hAnsi="TH SarabunIT๙" w:cs="TH SarabunIT๙"/>
          <w:spacing w:val="-4"/>
          <w:sz w:val="28"/>
          <w:cs/>
        </w:rPr>
        <w:t xml:space="preserve"> ส.</w:t>
      </w:r>
      <w:r w:rsidRPr="007064CF">
        <w:rPr>
          <w:rFonts w:ascii="TH SarabunIT๙" w:hAnsi="TH SarabunIT๙" w:cs="TH SarabunIT๙" w:hint="cs"/>
          <w:spacing w:val="-4"/>
          <w:sz w:val="28"/>
          <w:cs/>
        </w:rPr>
        <w:t>ป.ก.</w:t>
      </w:r>
      <w:r w:rsidRPr="007064CF">
        <w:rPr>
          <w:rFonts w:ascii="TH SarabunIT๙" w:hAnsi="TH SarabunIT๙" w:cs="TH SarabunIT๙"/>
          <w:spacing w:val="-4"/>
          <w:sz w:val="28"/>
          <w:cs/>
        </w:rPr>
        <w:t xml:space="preserve"> ยังคงมีความสำคัญต่อการขับเคลื่อนพัฒนาประเทศ</w:t>
      </w:r>
      <w:r w:rsidR="00427C02">
        <w:rPr>
          <w:rFonts w:ascii="TH SarabunIT๙" w:hAnsi="TH SarabunIT๙" w:cs="TH SarabunIT๙" w:hint="cs"/>
          <w:spacing w:val="-4"/>
          <w:sz w:val="28"/>
          <w:cs/>
        </w:rPr>
        <w:t xml:space="preserve"> </w:t>
      </w:r>
      <w:r w:rsidRPr="007064CF">
        <w:rPr>
          <w:rFonts w:ascii="TH SarabunIT๙" w:hAnsi="TH SarabunIT๙" w:cs="TH SarabunIT๙"/>
          <w:spacing w:val="-4"/>
          <w:sz w:val="28"/>
          <w:cs/>
        </w:rPr>
        <w:t>หรือ</w:t>
      </w:r>
      <w:r w:rsidR="00BC26B7" w:rsidRPr="007064CF">
        <w:rPr>
          <w:rFonts w:ascii="TH SarabunIT๙" w:hAnsi="TH SarabunIT๙" w:cs="TH SarabunIT๙" w:hint="cs"/>
          <w:spacing w:val="-4"/>
          <w:sz w:val="28"/>
          <w:cs/>
        </w:rPr>
        <w:t xml:space="preserve"> มี</w:t>
      </w:r>
      <w:r w:rsidR="00BC26B7" w:rsidRPr="007064CF">
        <w:rPr>
          <w:rFonts w:ascii="TH SarabunIT๙" w:hAnsi="TH SarabunIT๙" w:cs="TH SarabunIT๙"/>
          <w:spacing w:val="-4"/>
          <w:sz w:val="28"/>
          <w:cs/>
        </w:rPr>
        <w:t>ความสำคัญ</w:t>
      </w:r>
      <w:r w:rsidR="00C4361F">
        <w:rPr>
          <w:rFonts w:ascii="TH SarabunIT๙" w:hAnsi="TH SarabunIT๙" w:cs="TH SarabunIT๙"/>
          <w:spacing w:val="-4"/>
          <w:sz w:val="28"/>
          <w:cs/>
        </w:rPr>
        <w:t>ลดลงโดยมีเทคโนโลยี</w:t>
      </w:r>
      <w:r w:rsidR="00C4361F">
        <w:rPr>
          <w:rFonts w:ascii="TH SarabunIT๙" w:hAnsi="TH SarabunIT๙" w:cs="TH SarabunIT๙" w:hint="cs"/>
          <w:spacing w:val="-4"/>
          <w:sz w:val="28"/>
          <w:cs/>
        </w:rPr>
        <w:t>/</w:t>
      </w:r>
      <w:r w:rsidRPr="007064CF">
        <w:rPr>
          <w:rFonts w:ascii="TH SarabunIT๙" w:hAnsi="TH SarabunIT๙" w:cs="TH SarabunIT๙"/>
          <w:spacing w:val="-4"/>
          <w:sz w:val="28"/>
          <w:cs/>
        </w:rPr>
        <w:t>ภารกิจ</w:t>
      </w:r>
      <w:r w:rsidR="00BC26B7" w:rsidRPr="007064CF">
        <w:rPr>
          <w:rFonts w:ascii="TH SarabunIT๙" w:hAnsi="TH SarabunIT๙" w:cs="TH SarabunIT๙" w:hint="cs"/>
          <w:spacing w:val="-4"/>
          <w:sz w:val="28"/>
          <w:cs/>
        </w:rPr>
        <w:t xml:space="preserve">อื่นๆ </w:t>
      </w:r>
      <w:r w:rsidRPr="007064CF">
        <w:rPr>
          <w:rFonts w:ascii="TH SarabunIT๙" w:hAnsi="TH SarabunIT๙" w:cs="TH SarabunIT๙"/>
          <w:spacing w:val="-4"/>
          <w:sz w:val="28"/>
          <w:cs/>
        </w:rPr>
        <w:t>เข้ามาทดแทน</w:t>
      </w:r>
      <w:r w:rsidR="0087676E">
        <w:rPr>
          <w:rFonts w:ascii="TH SarabunIT๙" w:hAnsi="TH SarabunIT๙" w:cs="TH SarabunIT๙" w:hint="cs"/>
          <w:spacing w:val="-4"/>
          <w:sz w:val="28"/>
          <w:cs/>
        </w:rPr>
        <w:t xml:space="preserve"> (สูง/กลาง/ต่ำ)</w:t>
      </w:r>
    </w:p>
    <w:p w:rsidR="002203F7" w:rsidRPr="002974B2" w:rsidRDefault="002974B2" w:rsidP="002974B2">
      <w:pPr>
        <w:spacing w:after="0" w:line="240" w:lineRule="auto"/>
        <w:jc w:val="thaiDistribute"/>
        <w:rPr>
          <w:rFonts w:ascii="TH SarabunIT๙" w:hAnsi="TH SarabunIT๙" w:cs="TH SarabunIT๙"/>
          <w:spacing w:val="-6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ab/>
      </w:r>
      <w:r w:rsidR="002203F7" w:rsidRPr="002203F7">
        <w:rPr>
          <w:rFonts w:ascii="TH SarabunIT๙" w:hAnsi="TH SarabunIT๙" w:cs="TH SarabunIT๙" w:hint="cs"/>
          <w:sz w:val="28"/>
          <w:cs/>
        </w:rPr>
        <w:t xml:space="preserve">(๒) </w:t>
      </w:r>
      <w:r w:rsidR="00E86DD6" w:rsidRPr="00E86DD6">
        <w:rPr>
          <w:rFonts w:ascii="TH SarabunIT๙" w:hAnsi="TH SarabunIT๙" w:cs="TH SarabunIT๙"/>
          <w:sz w:val="28"/>
          <w:u w:val="single"/>
          <w:cs/>
        </w:rPr>
        <w:t>ระดับความเข</w:t>
      </w:r>
      <w:r w:rsidR="00E86DD6">
        <w:rPr>
          <w:rFonts w:ascii="TH SarabunIT๙" w:hAnsi="TH SarabunIT๙" w:cs="TH SarabunIT๙"/>
          <w:sz w:val="28"/>
          <w:u w:val="single"/>
          <w:cs/>
        </w:rPr>
        <w:t>้มแข็งและขีดความสามารถของ ส.</w:t>
      </w:r>
      <w:r w:rsidR="00E86DD6">
        <w:rPr>
          <w:rFonts w:ascii="TH SarabunIT๙" w:hAnsi="TH SarabunIT๙" w:cs="TH SarabunIT๙" w:hint="cs"/>
          <w:sz w:val="28"/>
          <w:u w:val="single"/>
          <w:cs/>
        </w:rPr>
        <w:t>ป.ก.</w:t>
      </w:r>
      <w:r w:rsidR="0063133A" w:rsidRPr="0063133A">
        <w:rPr>
          <w:rFonts w:ascii="TH SarabunIT๙" w:hAnsi="TH SarabunIT๙" w:cs="TH SarabunIT๙" w:hint="cs"/>
          <w:sz w:val="28"/>
          <w:cs/>
        </w:rPr>
        <w:t xml:space="preserve"> </w:t>
      </w:r>
      <w:r w:rsidR="00E86DD6" w:rsidRPr="002974B2">
        <w:rPr>
          <w:rFonts w:ascii="TH SarabunIT๙" w:hAnsi="TH SarabunIT๙" w:cs="TH SarabunIT๙" w:hint="cs"/>
          <w:spacing w:val="-6"/>
          <w:sz w:val="28"/>
          <w:cs/>
        </w:rPr>
        <w:t xml:space="preserve">หมายถึง </w:t>
      </w:r>
      <w:r w:rsidR="003B1395" w:rsidRPr="002974B2">
        <w:rPr>
          <w:rFonts w:ascii="TH SarabunIT๙" w:hAnsi="TH SarabunIT๙" w:cs="TH SarabunIT๙" w:hint="cs"/>
          <w:spacing w:val="-6"/>
          <w:sz w:val="28"/>
          <w:cs/>
        </w:rPr>
        <w:t>ส.ป.ก. มี</w:t>
      </w:r>
      <w:r w:rsidR="002203F7" w:rsidRPr="002974B2">
        <w:rPr>
          <w:rFonts w:ascii="TH SarabunIT๙" w:hAnsi="TH SarabunIT๙" w:cs="TH SarabunIT๙"/>
          <w:spacing w:val="-6"/>
          <w:sz w:val="28"/>
          <w:cs/>
        </w:rPr>
        <w:t>ความพร้อมหรือ</w:t>
      </w:r>
      <w:r w:rsidR="0063133A">
        <w:rPr>
          <w:rFonts w:ascii="TH SarabunIT๙" w:hAnsi="TH SarabunIT๙" w:cs="TH SarabunIT๙" w:hint="cs"/>
          <w:spacing w:val="-6"/>
          <w:sz w:val="28"/>
          <w:cs/>
        </w:rPr>
        <w:t>มี</w:t>
      </w:r>
      <w:r w:rsidR="002203F7" w:rsidRPr="002974B2">
        <w:rPr>
          <w:rFonts w:ascii="TH SarabunIT๙" w:hAnsi="TH SarabunIT๙" w:cs="TH SarabunIT๙"/>
          <w:spacing w:val="-6"/>
          <w:sz w:val="28"/>
          <w:cs/>
        </w:rPr>
        <w:t xml:space="preserve">ขีดความสามารถ </w:t>
      </w:r>
      <w:r w:rsidR="002203F7" w:rsidRPr="002974B2">
        <w:rPr>
          <w:rFonts w:ascii="TH SarabunIT๙" w:hAnsi="TH SarabunIT๙" w:cs="TH SarabunIT๙"/>
          <w:spacing w:val="-6"/>
          <w:sz w:val="28"/>
        </w:rPr>
        <w:t xml:space="preserve">(capacity) </w:t>
      </w:r>
      <w:r w:rsidR="002203F7" w:rsidRPr="002974B2">
        <w:rPr>
          <w:rFonts w:ascii="TH SarabunIT๙" w:hAnsi="TH SarabunIT๙" w:cs="TH SarabunIT๙"/>
          <w:spacing w:val="-6"/>
          <w:sz w:val="28"/>
          <w:cs/>
        </w:rPr>
        <w:t>ในการดำเนิน</w:t>
      </w:r>
      <w:r w:rsidR="002203F7" w:rsidRPr="002974B2">
        <w:rPr>
          <w:rFonts w:ascii="TH SarabunIT๙" w:hAnsi="TH SarabunIT๙" w:cs="TH SarabunIT๙" w:hint="cs"/>
          <w:spacing w:val="-6"/>
          <w:sz w:val="28"/>
          <w:cs/>
        </w:rPr>
        <w:t>การตาม</w:t>
      </w:r>
      <w:r w:rsidR="002203F7" w:rsidRPr="002974B2">
        <w:rPr>
          <w:rFonts w:ascii="TH SarabunIT๙" w:hAnsi="TH SarabunIT๙" w:cs="TH SarabunIT๙"/>
          <w:spacing w:val="-6"/>
          <w:sz w:val="28"/>
          <w:cs/>
        </w:rPr>
        <w:t>ภ</w:t>
      </w:r>
      <w:r w:rsidR="003B1395" w:rsidRPr="002974B2">
        <w:rPr>
          <w:rFonts w:ascii="TH SarabunIT๙" w:hAnsi="TH SarabunIT๙" w:cs="TH SarabunIT๙"/>
          <w:spacing w:val="-6"/>
          <w:sz w:val="28"/>
          <w:cs/>
        </w:rPr>
        <w:t>ารกิจ</w:t>
      </w:r>
      <w:r w:rsidR="004C523F">
        <w:rPr>
          <w:rFonts w:ascii="TH SarabunIT๙" w:hAnsi="TH SarabunIT๙" w:cs="TH SarabunIT๙" w:hint="cs"/>
          <w:spacing w:val="-6"/>
          <w:sz w:val="28"/>
          <w:cs/>
        </w:rPr>
        <w:t>ในระดับ</w:t>
      </w:r>
      <w:r w:rsidR="002203F7" w:rsidRPr="002974B2">
        <w:rPr>
          <w:rFonts w:ascii="TH SarabunIT๙" w:hAnsi="TH SarabunIT๙" w:cs="TH SarabunIT๙"/>
          <w:spacing w:val="-6"/>
          <w:sz w:val="28"/>
          <w:cs/>
        </w:rPr>
        <w:t>ใด</w:t>
      </w:r>
      <w:r w:rsidR="0087676E">
        <w:rPr>
          <w:rFonts w:ascii="TH SarabunIT๙" w:hAnsi="TH SarabunIT๙" w:cs="TH SarabunIT๙" w:hint="cs"/>
          <w:spacing w:val="-6"/>
          <w:sz w:val="28"/>
          <w:cs/>
        </w:rPr>
        <w:t xml:space="preserve"> </w:t>
      </w:r>
      <w:r w:rsidR="0087676E">
        <w:rPr>
          <w:rFonts w:ascii="TH SarabunIT๙" w:hAnsi="TH SarabunIT๙" w:cs="TH SarabunIT๙" w:hint="cs"/>
          <w:spacing w:val="-4"/>
          <w:sz w:val="28"/>
          <w:cs/>
        </w:rPr>
        <w:t>(แข็งแรง/ปานกลาง/อ่อนแอ)</w:t>
      </w:r>
    </w:p>
    <w:p w:rsidR="003B1395" w:rsidRDefault="003B1395" w:rsidP="00B62336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28"/>
          <w:u w:val="single"/>
        </w:rPr>
      </w:pPr>
      <w:r w:rsidRPr="003B1395">
        <w:rPr>
          <w:rFonts w:ascii="TH SarabunIT๙" w:hAnsi="TH SarabunIT๙" w:cs="TH SarabunIT๙" w:hint="cs"/>
          <w:b/>
          <w:bCs/>
          <w:sz w:val="28"/>
          <w:u w:val="single"/>
          <w:cs/>
        </w:rPr>
        <w:t xml:space="preserve">ส่วนที่ </w:t>
      </w:r>
      <w:r w:rsidRPr="003B1395">
        <w:rPr>
          <w:rFonts w:ascii="TH SarabunIT๙" w:hAnsi="TH SarabunIT๙" w:cs="TH SarabunIT๙"/>
          <w:b/>
          <w:bCs/>
          <w:sz w:val="28"/>
          <w:u w:val="single"/>
        </w:rPr>
        <w:t xml:space="preserve">2 : </w:t>
      </w:r>
      <w:r w:rsidR="00EF693A">
        <w:rPr>
          <w:rFonts w:ascii="TH SarabunIT๙" w:hAnsi="TH SarabunIT๙" w:cs="TH SarabunIT๙" w:hint="cs"/>
          <w:b/>
          <w:bCs/>
          <w:sz w:val="28"/>
          <w:u w:val="single"/>
          <w:cs/>
        </w:rPr>
        <w:t>ข้อมูลทั่วไป</w:t>
      </w:r>
    </w:p>
    <w:p w:rsidR="008850D3" w:rsidRPr="008850D3" w:rsidRDefault="00C94AF2" w:rsidP="00966035">
      <w:pPr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77470</wp:posOffset>
                </wp:positionV>
                <wp:extent cx="95250" cy="90805"/>
                <wp:effectExtent l="13335" t="12700" r="5715" b="1079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margin-left:93.3pt;margin-top:6.1pt;width:7.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"/>
            </w:pict>
          </mc:Fallback>
        </mc:AlternateContent>
      </w:r>
      <w:r>
        <w:rPr>
          <w:rFonts w:ascii="TH SarabunIT๙" w:hAnsi="TH SarabunIT๙" w:cs="TH SarabunIT๙"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77470</wp:posOffset>
                </wp:positionV>
                <wp:extent cx="95250" cy="90805"/>
                <wp:effectExtent l="9525" t="12700" r="9525" b="1079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20" style="position:absolute;margin-left:31.5pt;margin-top:6.1pt;width:7.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"/>
            </w:pict>
          </mc:Fallback>
        </mc:AlternateContent>
      </w:r>
      <w:r w:rsidR="008850D3">
        <w:rPr>
          <w:rFonts w:ascii="TH SarabunIT๙" w:hAnsi="TH SarabunIT๙" w:cs="TH SarabunIT๙" w:hint="cs"/>
          <w:sz w:val="28"/>
          <w:cs/>
        </w:rPr>
        <w:t xml:space="preserve">เพศ          ชาย                หญิง       </w:t>
      </w:r>
      <w:r w:rsidR="00966035">
        <w:rPr>
          <w:rFonts w:ascii="TH SarabunIT๙" w:hAnsi="TH SarabunIT๙" w:cs="TH SarabunIT๙" w:hint="cs"/>
          <w:sz w:val="28"/>
          <w:cs/>
        </w:rPr>
        <w:tab/>
      </w:r>
      <w:r w:rsidR="008850D3">
        <w:rPr>
          <w:rFonts w:ascii="TH SarabunIT๙" w:hAnsi="TH SarabunIT๙" w:cs="TH SarabunIT๙" w:hint="cs"/>
          <w:sz w:val="28"/>
          <w:cs/>
        </w:rPr>
        <w:t>อายุ .................. ปี</w:t>
      </w:r>
    </w:p>
    <w:p w:rsidR="008850D3" w:rsidRDefault="00C94AF2" w:rsidP="00966035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66675</wp:posOffset>
                </wp:positionV>
                <wp:extent cx="95250" cy="90805"/>
                <wp:effectExtent l="9525" t="12700" r="9525" b="1079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20" style="position:absolute;margin-left:93pt;margin-top:5.25pt;width:7.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"/>
            </w:pict>
          </mc:Fallback>
        </mc:AlternateContent>
      </w:r>
      <w:r>
        <w:rPr>
          <w:rFonts w:ascii="TH SarabunIT๙" w:hAnsi="TH SarabunIT๙" w:cs="TH SarabunIT๙"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66675</wp:posOffset>
                </wp:positionV>
                <wp:extent cx="95250" cy="90805"/>
                <wp:effectExtent l="9525" t="12700" r="9525" b="1079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20" style="position:absolute;margin-left:31.5pt;margin-top:5.25pt;width:7.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"/>
            </w:pict>
          </mc:Fallback>
        </mc:AlternateContent>
      </w:r>
      <w:r w:rsidR="008850D3">
        <w:rPr>
          <w:rFonts w:ascii="TH SarabunIT๙" w:hAnsi="TH SarabunIT๙" w:cs="TH SarabunIT๙" w:hint="cs"/>
          <w:sz w:val="28"/>
          <w:cs/>
        </w:rPr>
        <w:t xml:space="preserve">สังกัด   </w:t>
      </w:r>
      <w:r w:rsidR="008850D3">
        <w:rPr>
          <w:rFonts w:ascii="TH SarabunIT๙" w:hAnsi="TH SarabunIT๙" w:cs="TH SarabunIT๙"/>
          <w:sz w:val="28"/>
        </w:rPr>
        <w:t xml:space="preserve">  </w:t>
      </w:r>
      <w:r w:rsidR="00EF693A" w:rsidRPr="00EF693A">
        <w:rPr>
          <w:rFonts w:ascii="TH SarabunIT๙" w:hAnsi="TH SarabunIT๙" w:cs="TH SarabunIT๙"/>
          <w:sz w:val="28"/>
          <w:cs/>
        </w:rPr>
        <w:tab/>
      </w:r>
      <w:r w:rsidR="008850D3">
        <w:rPr>
          <w:rFonts w:ascii="TH SarabunIT๙" w:hAnsi="TH SarabunIT๙" w:cs="TH SarabunIT๙" w:hint="cs"/>
          <w:sz w:val="28"/>
          <w:cs/>
        </w:rPr>
        <w:t xml:space="preserve">   ส่วนกลาง         ส่วนภูมิภาคจังหวัด</w:t>
      </w:r>
      <w:r w:rsidR="008850D3">
        <w:rPr>
          <w:rFonts w:ascii="TH SarabunIT๙" w:hAnsi="TH SarabunIT๙" w:cs="TH SarabunIT๙"/>
          <w:sz w:val="28"/>
        </w:rPr>
        <w:t xml:space="preserve"> …………………………………………………………</w:t>
      </w:r>
    </w:p>
    <w:p w:rsidR="00EF693A" w:rsidRDefault="00EF693A" w:rsidP="00966035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EF693A">
        <w:rPr>
          <w:rFonts w:ascii="TH SarabunIT๙" w:hAnsi="TH SarabunIT๙" w:cs="TH SarabunIT๙" w:hint="cs"/>
          <w:sz w:val="28"/>
          <w:cs/>
        </w:rPr>
        <w:t>ตำแหน่ง</w:t>
      </w:r>
      <w:r>
        <w:rPr>
          <w:rFonts w:ascii="TH SarabunIT๙" w:hAnsi="TH SarabunIT๙" w:cs="TH SarabunIT๙" w:hint="cs"/>
          <w:sz w:val="28"/>
          <w:cs/>
        </w:rPr>
        <w:t>..............................................................</w:t>
      </w:r>
      <w:r w:rsidR="003578FA">
        <w:rPr>
          <w:rFonts w:ascii="TH SarabunIT๙" w:hAnsi="TH SarabunIT๙" w:cs="TH SarabunIT๙" w:hint="cs"/>
          <w:sz w:val="28"/>
          <w:cs/>
        </w:rPr>
        <w:t>..........</w:t>
      </w:r>
      <w:r w:rsidR="008850D3">
        <w:rPr>
          <w:rFonts w:ascii="TH SarabunIT๙" w:hAnsi="TH SarabunIT๙" w:cs="TH SarabunIT๙" w:hint="cs"/>
          <w:sz w:val="28"/>
          <w:cs/>
        </w:rPr>
        <w:t xml:space="preserve"> อายุราชการ ......................... ปี   </w:t>
      </w:r>
    </w:p>
    <w:p w:rsidR="003B1395" w:rsidRDefault="00EF693A" w:rsidP="00B62336">
      <w:pPr>
        <w:spacing w:before="120"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3B1395">
        <w:rPr>
          <w:rFonts w:ascii="TH SarabunIT๙" w:hAnsi="TH SarabunIT๙" w:cs="TH SarabunIT๙" w:hint="cs"/>
          <w:b/>
          <w:bCs/>
          <w:sz w:val="28"/>
          <w:u w:val="single"/>
          <w:cs/>
        </w:rPr>
        <w:t>คำชี้แจง</w:t>
      </w:r>
      <w:r w:rsidRPr="00EF693A">
        <w:rPr>
          <w:rFonts w:ascii="TH SarabunIT๙" w:hAnsi="TH SarabunIT๙" w:cs="TH SarabunIT๙"/>
          <w:b/>
          <w:bCs/>
          <w:sz w:val="28"/>
          <w:cs/>
        </w:rPr>
        <w:tab/>
      </w:r>
      <w:r w:rsidR="003B1395" w:rsidRPr="003B1395">
        <w:rPr>
          <w:rFonts w:ascii="TH SarabunIT๙" w:hAnsi="TH SarabunIT๙" w:cs="TH SarabunIT๙"/>
          <w:sz w:val="28"/>
          <w:cs/>
        </w:rPr>
        <w:t>กรุณา</w:t>
      </w:r>
      <w:r w:rsidR="00670FBA" w:rsidRPr="003B1395">
        <w:rPr>
          <w:rFonts w:ascii="TH SarabunIT๙" w:hAnsi="TH SarabunIT๙" w:cs="TH SarabunIT๙"/>
          <w:sz w:val="28"/>
          <w:cs/>
        </w:rPr>
        <w:t xml:space="preserve">ทำเครื่องหมาย </w:t>
      </w:r>
      <w:r w:rsidR="00670FBA" w:rsidRPr="003B1395">
        <w:rPr>
          <w:rFonts w:ascii="TH SarabunIT๙" w:hAnsi="TH SarabunIT๙" w:cs="TH SarabunIT๙"/>
          <w:sz w:val="28"/>
        </w:rPr>
        <w:sym w:font="Wingdings" w:char="F0FC"/>
      </w:r>
      <w:r w:rsidR="00B62336">
        <w:rPr>
          <w:rFonts w:ascii="TH SarabunIT๙" w:hAnsi="TH SarabunIT๙" w:cs="TH SarabunIT๙" w:hint="cs"/>
          <w:sz w:val="28"/>
          <w:cs/>
        </w:rPr>
        <w:t xml:space="preserve"> </w:t>
      </w:r>
      <w:r w:rsidR="00670FBA" w:rsidRPr="003B1395">
        <w:rPr>
          <w:rFonts w:ascii="TH SarabunIT๙" w:hAnsi="TH SarabunIT๙" w:cs="TH SarabunIT๙"/>
          <w:sz w:val="28"/>
          <w:cs/>
        </w:rPr>
        <w:t>ในช่อง</w:t>
      </w:r>
      <w:r w:rsidR="003B1395" w:rsidRPr="003B1395">
        <w:rPr>
          <w:rFonts w:ascii="TH SarabunIT๙" w:hAnsi="TH SarabunIT๙" w:cs="TH SarabunIT๙"/>
          <w:sz w:val="28"/>
          <w:cs/>
        </w:rPr>
        <w:t>ที่ตรงกับความคิดเห็นท่านมากที่สุด</w:t>
      </w:r>
    </w:p>
    <w:p w:rsidR="00E86DD6" w:rsidRPr="00B62336" w:rsidRDefault="00E86DD6" w:rsidP="00EF693A">
      <w:pPr>
        <w:spacing w:after="0" w:line="240" w:lineRule="auto"/>
        <w:jc w:val="thaiDistribute"/>
        <w:rPr>
          <w:rFonts w:ascii="TH SarabunIT๙" w:hAnsi="TH SarabunIT๙" w:cs="TH SarabunIT๙"/>
          <w:sz w:val="10"/>
          <w:szCs w:val="10"/>
          <w:cs/>
        </w:rPr>
      </w:pPr>
    </w:p>
    <w:tbl>
      <w:tblPr>
        <w:tblW w:w="102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4"/>
        <w:gridCol w:w="558"/>
        <w:gridCol w:w="566"/>
        <w:gridCol w:w="558"/>
        <w:gridCol w:w="706"/>
        <w:gridCol w:w="566"/>
        <w:gridCol w:w="707"/>
      </w:tblGrid>
      <w:tr w:rsidR="00B56B56" w:rsidRPr="00B95AA4" w:rsidTr="00936573">
        <w:trPr>
          <w:tblHeader/>
        </w:trPr>
        <w:tc>
          <w:tcPr>
            <w:tcW w:w="6677" w:type="dxa"/>
            <w:vMerge w:val="restart"/>
            <w:shd w:val="clear" w:color="auto" w:fill="FFFFFF" w:themeFill="background1"/>
            <w:vAlign w:val="center"/>
          </w:tcPr>
          <w:p w:rsidR="00B56B56" w:rsidRPr="00B95AA4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5AA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ภารกิจหลัก ของ ส.ป.ก.</w:t>
            </w:r>
            <w:r w:rsidR="00B344F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ในปัจจุบัน</w:t>
            </w:r>
          </w:p>
        </w:tc>
        <w:tc>
          <w:tcPr>
            <w:tcW w:w="1692" w:type="dxa"/>
            <w:gridSpan w:val="3"/>
            <w:shd w:val="clear" w:color="auto" w:fill="FFFFFF" w:themeFill="background1"/>
          </w:tcPr>
          <w:p w:rsidR="00B56B56" w:rsidRPr="00B95AA4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B95AA4">
              <w:rPr>
                <w:rFonts w:ascii="TH SarabunIT๙" w:hAnsi="TH SarabunIT๙" w:cs="TH SarabunIT๙"/>
                <w:b/>
                <w:bCs/>
                <w:spacing w:val="-6"/>
                <w:sz w:val="24"/>
                <w:szCs w:val="24"/>
                <w:cs/>
              </w:rPr>
              <w:t>ระดับความสำคัญต่อการขับเคลื่อนยุทธศาสตร์ประเทศ</w:t>
            </w:r>
          </w:p>
        </w:tc>
        <w:tc>
          <w:tcPr>
            <w:tcW w:w="1836" w:type="dxa"/>
            <w:gridSpan w:val="3"/>
            <w:shd w:val="clear" w:color="auto" w:fill="FFFFFF" w:themeFill="background1"/>
          </w:tcPr>
          <w:p w:rsidR="00B56B56" w:rsidRPr="00B95AA4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5A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ระดับความเข้มแข็ง</w:t>
            </w:r>
            <w:r w:rsidR="00B44D6D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    </w:t>
            </w:r>
            <w:r w:rsidRPr="00B95A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และขีดความสามารถ</w:t>
            </w:r>
            <w:r w:rsidR="00B44D6D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  </w:t>
            </w:r>
            <w:r w:rsidR="00B44D6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ของ</w:t>
            </w:r>
            <w:r w:rsidR="00B44D6D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95A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ส.ป.ก.</w:t>
            </w:r>
          </w:p>
        </w:tc>
      </w:tr>
      <w:tr w:rsidR="00B56B56" w:rsidRPr="00B95AA4" w:rsidTr="00936573">
        <w:trPr>
          <w:tblHeader/>
        </w:trPr>
        <w:tc>
          <w:tcPr>
            <w:tcW w:w="6677" w:type="dxa"/>
            <w:vMerge/>
            <w:shd w:val="clear" w:color="auto" w:fill="FFFFFF" w:themeFill="background1"/>
          </w:tcPr>
          <w:p w:rsidR="00B56B56" w:rsidRPr="00B95AA4" w:rsidRDefault="00B56B56" w:rsidP="00B95AA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:rsidR="00B56B56" w:rsidRPr="00D479E6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79E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567" w:type="dxa"/>
            <w:shd w:val="clear" w:color="auto" w:fill="FFFFFF" w:themeFill="background1"/>
          </w:tcPr>
          <w:p w:rsidR="00B56B56" w:rsidRPr="00D479E6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79E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563" w:type="dxa"/>
            <w:shd w:val="clear" w:color="auto" w:fill="FFFFFF" w:themeFill="background1"/>
          </w:tcPr>
          <w:p w:rsidR="00B56B56" w:rsidRPr="00D479E6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79E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707" w:type="dxa"/>
            <w:shd w:val="clear" w:color="auto" w:fill="FFFFFF" w:themeFill="background1"/>
          </w:tcPr>
          <w:p w:rsidR="00B56B56" w:rsidRPr="00D479E6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79E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567" w:type="dxa"/>
            <w:shd w:val="clear" w:color="auto" w:fill="FFFFFF" w:themeFill="background1"/>
          </w:tcPr>
          <w:p w:rsidR="00B56B56" w:rsidRPr="00D479E6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79E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562" w:type="dxa"/>
            <w:shd w:val="clear" w:color="auto" w:fill="FFFFFF" w:themeFill="background1"/>
          </w:tcPr>
          <w:p w:rsidR="00B56B56" w:rsidRPr="00D479E6" w:rsidRDefault="00B56B56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79E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</w:tr>
      <w:tr w:rsidR="00936573" w:rsidRPr="00D479E6" w:rsidTr="00936573">
        <w:trPr>
          <w:tblHeader/>
        </w:trPr>
        <w:tc>
          <w:tcPr>
            <w:tcW w:w="6677" w:type="dxa"/>
            <w:vMerge/>
            <w:shd w:val="clear" w:color="auto" w:fill="FFFFFF" w:themeFill="background1"/>
          </w:tcPr>
          <w:p w:rsidR="00936573" w:rsidRPr="00B95AA4" w:rsidRDefault="00936573" w:rsidP="00B95AA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936573" w:rsidRPr="00D479E6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ต่ำ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6573" w:rsidRPr="00D479E6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กลาง</w:t>
            </w:r>
          </w:p>
        </w:tc>
        <w:tc>
          <w:tcPr>
            <w:tcW w:w="563" w:type="dxa"/>
            <w:shd w:val="clear" w:color="auto" w:fill="FFFFFF" w:themeFill="background1"/>
            <w:vAlign w:val="center"/>
          </w:tcPr>
          <w:p w:rsidR="00936573" w:rsidRPr="00D479E6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สูง</w:t>
            </w:r>
          </w:p>
        </w:tc>
        <w:tc>
          <w:tcPr>
            <w:tcW w:w="707" w:type="dxa"/>
            <w:shd w:val="clear" w:color="auto" w:fill="FFFFFF" w:themeFill="background1"/>
            <w:vAlign w:val="center"/>
          </w:tcPr>
          <w:p w:rsidR="00936573" w:rsidRPr="00D479E6" w:rsidRDefault="00936573" w:rsidP="006E380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อ่อนแอ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6573" w:rsidRPr="00D479E6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ปาน</w:t>
            </w:r>
            <w:r w:rsidRPr="00D479E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กลาง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936573" w:rsidRPr="00D479E6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แข็งแรง</w:t>
            </w:r>
          </w:p>
        </w:tc>
      </w:tr>
      <w:tr w:rsidR="00936573" w:rsidRPr="00B95AA4" w:rsidTr="00D748EB">
        <w:trPr>
          <w:trHeight w:val="20"/>
        </w:trPr>
        <w:tc>
          <w:tcPr>
            <w:tcW w:w="667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FA4525">
            <w:pPr>
              <w:spacing w:before="120"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95AA4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ภารกิจงานจัดที่ดิน</w:t>
            </w:r>
          </w:p>
        </w:tc>
        <w:tc>
          <w:tcPr>
            <w:tcW w:w="56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FA452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FA452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FA452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FA452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FA452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FA452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DF40E0" w:rsidRDefault="00936573" w:rsidP="00DF40E0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40E0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Pr="00C95DDF">
              <w:rPr>
                <w:rFonts w:ascii="TH SarabunIT๙" w:hAnsi="TH SarabunIT๙" w:cs="TH SarabunIT๙"/>
                <w:b/>
                <w:bCs/>
                <w:sz w:val="28"/>
              </w:rPr>
              <w:t xml:space="preserve">1.1 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งานประกาศเขตปฏิรูปที่ดิน</w:t>
            </w:r>
            <w:r w:rsidRPr="00DF40E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>เพื่อกำหนดเขตพื้นที่ในการปฏิรูปที่ดิน สำหรับนำมาจัดสรรให้กับเกษตรกรผู้ไร้ที่ดินทำกิน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DF40E0" w:rsidRDefault="00936573" w:rsidP="00DF40E0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40E0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Pr="00C95DDF">
              <w:rPr>
                <w:rFonts w:ascii="TH SarabunIT๙" w:hAnsi="TH SarabunIT๙" w:cs="TH SarabunIT๙"/>
                <w:b/>
                <w:bCs/>
                <w:sz w:val="28"/>
              </w:rPr>
              <w:t xml:space="preserve">1.2 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งานจัดที่ดินรัฐ</w:t>
            </w:r>
            <w:r w:rsidRPr="00DF40E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>เพื่อนำที่ดินที่ได้รับมอบจากหน่วยงานที่เกี่ยวข้องมาดำเนินการจัดสรรให้กับเกษตรกรเพื่อให้สามารถประกอบอาชีพทางการเกษตรได้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DF40E0" w:rsidRDefault="00936573" w:rsidP="00DF40E0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40E0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1.3 งานจัดที่ดินเอกชน</w:t>
            </w:r>
            <w:r w:rsidRPr="00DF40E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>เพื่อนำที่ดินที่ได้จากการจัดซื้อมา จัดสรรให้กับเกษตรกรเช่าหรือเช่าซื้อเพื่อให้สามารถประกอบอาชีพทางการเกษตรได้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83E62" w:rsidRPr="00B95AA4" w:rsidTr="00D748EB">
        <w:tc>
          <w:tcPr>
            <w:tcW w:w="667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D83E62" w:rsidRPr="00D83E62" w:rsidRDefault="00D83E62" w:rsidP="008850D3">
            <w:pPr>
              <w:spacing w:before="120" w:after="0" w:line="240" w:lineRule="auto"/>
              <w:rPr>
                <w:rFonts w:ascii="TH SarabunIT๙" w:hAnsi="TH SarabunIT๙" w:cs="TH SarabunIT๙" w:hint="cs"/>
                <w:b/>
                <w:bCs/>
                <w:sz w:val="28"/>
                <w:cs/>
                <w:lang w:val="en-GB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 xml:space="preserve">2.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  <w:lang w:val="en-GB"/>
              </w:rPr>
              <w:t>ภารกิจงานแผนที่และสารบบที่ดิน</w:t>
            </w: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83E62" w:rsidRPr="00B95AA4" w:rsidTr="00936573">
        <w:tc>
          <w:tcPr>
            <w:tcW w:w="667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D83E62" w:rsidRPr="00D83E62" w:rsidRDefault="00D83E62" w:rsidP="00D83E6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2.1 งานกำหนดมาตรฐานการทำแผนที่และภาพถ่ายทางอากาศ </w:t>
            </w: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83E62" w:rsidRPr="00B95AA4" w:rsidTr="00D83E62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615A" w:rsidRDefault="00D83E62" w:rsidP="00D83E62">
            <w:pPr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2.2 งานเกี่ยวกับการสำรวจรังวัด การควบคุม และการตรวจสอบ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การจัดทำแผน</w:t>
            </w:r>
          </w:p>
          <w:p w:rsidR="00D83E62" w:rsidRPr="00D83E62" w:rsidRDefault="00D6615A" w:rsidP="00D83E62">
            <w:pPr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  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ที่ในงานปฏิรูปที่ดิน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83E62" w:rsidRPr="00B95AA4" w:rsidTr="00D83E62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83E62" w:rsidRPr="00D83E62" w:rsidRDefault="00D83E62" w:rsidP="00D83E62">
            <w:pPr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2.3 งานด้านสารบบและทะเบียนที่ดิน 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83E62" w:rsidRPr="00B95AA4" w:rsidRDefault="00D83E62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936573" w:rsidRPr="00B95AA4" w:rsidTr="00D748EB">
        <w:tc>
          <w:tcPr>
            <w:tcW w:w="667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936573" w:rsidRPr="00B95AA4" w:rsidRDefault="00D83E62" w:rsidP="008850D3">
            <w:pPr>
              <w:spacing w:before="120"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936573" w:rsidRPr="00B95AA4">
              <w:rPr>
                <w:rFonts w:ascii="TH SarabunIT๙" w:hAnsi="TH SarabunIT๙" w:cs="TH SarabunIT๙"/>
                <w:b/>
                <w:bCs/>
                <w:sz w:val="28"/>
                <w:cs/>
              </w:rPr>
              <w:t>. ภารกิจงานพัฒนาพื้นที่และส่งเสริมการใช้ประโยชน์ในที่ดิน</w:t>
            </w: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936573" w:rsidRPr="001B7A1A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C95DD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pacing w:val="-14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pacing w:val="-14"/>
                <w:sz w:val="28"/>
                <w:cs/>
              </w:rPr>
              <w:t>3</w:t>
            </w:r>
            <w:r w:rsidRPr="00C95DDF">
              <w:rPr>
                <w:rFonts w:ascii="TH SarabunIT๙" w:hAnsi="TH SarabunIT๙" w:cs="TH SarabunIT๙" w:hint="cs"/>
                <w:b/>
                <w:bCs/>
                <w:spacing w:val="-14"/>
                <w:sz w:val="28"/>
                <w:cs/>
              </w:rPr>
              <w:t>.๑</w:t>
            </w:r>
            <w:r w:rsidRPr="00C95DDF">
              <w:rPr>
                <w:rFonts w:ascii="TH SarabunIT๙" w:hAnsi="TH SarabunIT๙" w:cs="TH SarabunIT๙"/>
                <w:b/>
                <w:bCs/>
                <w:spacing w:val="-14"/>
                <w:sz w:val="28"/>
                <w:cs/>
              </w:rPr>
              <w:t xml:space="preserve"> งานพัฒนาพื้นที่ปฏิรูปที่ดิน</w:t>
            </w:r>
            <w:r w:rsidRPr="00C95DDF">
              <w:rPr>
                <w:rFonts w:ascii="TH SarabunIT๙" w:hAnsi="TH SarabunIT๙" w:cs="TH SarabunIT๙"/>
                <w:spacing w:val="-14"/>
                <w:sz w:val="28"/>
              </w:rPr>
              <w:t xml:space="preserve"> </w:t>
            </w:r>
            <w:r w:rsidRPr="00C95DDF">
              <w:rPr>
                <w:rFonts w:ascii="TH SarabunIT๙" w:eastAsia="Times New Roman" w:hAnsi="TH SarabunIT๙" w:cs="TH SarabunIT๙" w:hint="cs"/>
                <w:spacing w:val="-14"/>
                <w:sz w:val="28"/>
                <w:cs/>
              </w:rPr>
              <w:t>เพื่อเพิ่มศักยภาพการผลิตทางการเกษตรในพื้นที่เขตปฏิรูปที่ดิน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1B7A1A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C95DD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.๒ </w:t>
            </w:r>
            <w:r w:rsidRPr="00C95DD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โครงการเพิ่มพื้นที่ชลประทาน</w:t>
            </w:r>
            <w:r w:rsidRPr="00C95DDF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C95DDF">
              <w:rPr>
                <w:rFonts w:ascii="TH SarabunIT๙" w:hAnsi="TH SarabunIT๙" w:cs="TH SarabunIT๙"/>
                <w:sz w:val="28"/>
                <w:cs/>
              </w:rPr>
              <w:t>เพื่อเพิ่มศักยภาพและประสิทธิภาพการผลิตทางการเกษตรในเขตปฏิรูปที่ดิน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1B7A1A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C95DD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.3 </w:t>
            </w:r>
            <w:r w:rsidRPr="00C95DD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เปลี่ยนการผลิตในพื้นที่ไม่เหมาะสม (</w:t>
            </w:r>
            <w:r w:rsidRPr="00C95DDF">
              <w:rPr>
                <w:rFonts w:ascii="TH SarabunIT๙" w:hAnsi="TH SarabunIT๙" w:cs="TH SarabunIT๙"/>
                <w:b/>
                <w:bCs/>
                <w:sz w:val="28"/>
              </w:rPr>
              <w:t xml:space="preserve">Zoning by </w:t>
            </w:r>
            <w:proofErr w:type="spellStart"/>
            <w:r w:rsidRPr="00C95DDF">
              <w:rPr>
                <w:rFonts w:ascii="TH SarabunIT๙" w:hAnsi="TH SarabunIT๙" w:cs="TH SarabunIT๙"/>
                <w:b/>
                <w:bCs/>
                <w:sz w:val="28"/>
              </w:rPr>
              <w:t>Agri</w:t>
            </w:r>
            <w:proofErr w:type="spellEnd"/>
            <w:r w:rsidRPr="00C95DDF">
              <w:rPr>
                <w:rFonts w:ascii="TH SarabunIT๙" w:hAnsi="TH SarabunIT๙" w:cs="TH SarabunIT๙"/>
                <w:b/>
                <w:bCs/>
                <w:sz w:val="28"/>
              </w:rPr>
              <w:t>-Map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เพื่อเพิ่มศักยภาพในการใช้ประโยชน์ในพื้นที่ให้มีความเหมาะสมกับชนิดพืช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1B7A1A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D748EB">
        <w:tc>
          <w:tcPr>
            <w:tcW w:w="667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D83E62" w:rsidP="00DA2F92">
            <w:pPr>
              <w:spacing w:before="120"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936573" w:rsidRPr="00B95AA4">
              <w:rPr>
                <w:rFonts w:ascii="TH SarabunIT๙" w:hAnsi="TH SarabunIT๙" w:cs="TH SarabunIT๙"/>
                <w:b/>
                <w:bCs/>
                <w:sz w:val="28"/>
                <w:cs/>
              </w:rPr>
              <w:t>. ภารกิจงานส่งเสริมและพัฒนาคุณภาพชีวิตเกษตรกร</w:t>
            </w: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DA2F9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DA2F9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DA2F9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DA2F9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DA2F9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DA2F9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C95DD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.๑</w:t>
            </w:r>
            <w:r w:rsidRPr="00C95DDF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งานส่งเสริมระบบเกษตรอินทรีย์ การเกษตรแปลงใหญ่ วนเกษตร เกษตรทฤษฎีใหม่ งานอันเนื่องมาจากพระราชดำริ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0406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และ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การขับเคลื่อนแผนแม่บทสมุนไพรในเขตปฏิรูปที่ดิน</w:t>
            </w:r>
            <w:r w:rsidRPr="00C95DDF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>เพื่อให้เกษตรกรมีองค์ความรู้รอบด้านในการนำไปประยุกต์เพื่อปรับใช้ในการประกอบอาชีพสร้างรายได้ และมีอาชีพที่มั่นคง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4539C5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 w:rsidRPr="004539C5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4</w:t>
            </w:r>
            <w:r w:rsidRPr="004539C5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.2</w:t>
            </w:r>
            <w:r w:rsidRPr="004539C5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 xml:space="preserve"> </w:t>
            </w:r>
            <w:r w:rsidRPr="004539C5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งานการพัฒนาเกษตรกรปราดเปรื่อง (</w:t>
            </w:r>
            <w:r w:rsidRPr="004539C5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>Smart Farmer</w:t>
            </w:r>
            <w:r w:rsidRPr="004539C5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) พัฒนาผู้แทนเกษตรกร และการสร้างและพัฒนาเกษตรกรรุ่นใหม่</w:t>
            </w:r>
            <w:r w:rsidRPr="004539C5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เพื่อให้เกษตรกรมีศักยภาพในการนำความรู้ที่ได้ไปใช้ในการประกอบอาชีพ ทำให้มีรายได้และอาชีพที่มั่นคงอยู่อย่างมีความสุข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C95DD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.๓ การพัฒนาธุรกิจในเขตปฏิรูปที่ดิน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เพื่อให้การพัฒนาธุรกิจ เกิดประโยชน์แก่เกษตรกร โดยสามารถให้การช่วยเหลือเกษตรกรในด้านต่างๆได้ </w:t>
            </w:r>
            <w:bookmarkStart w:id="0" w:name="_GoBack"/>
            <w:bookmarkEnd w:id="0"/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C95DD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.๔ ศูนย์การเรียนรู้การเพิ่ม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ประสิทธิภาพการผลิตสินค้าเกษตร (ศ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พก.)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เพื่อเพิ่มศักยภาพในการถ่ายทอดองค์ความรู้ให้เกษตรกรสามารถนำความรู้ที่ได้ไปประยุกต์ใช้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rPr>
          <w:trHeight w:val="641"/>
        </w:trPr>
        <w:tc>
          <w:tcPr>
            <w:tcW w:w="667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936573" w:rsidRPr="00C95DD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.5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95D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การส่งเสริมและอนุรักษ์ศิลปหัตถกรรมพื้นบ้านไทย</w:t>
            </w:r>
            <w:r w:rsidRPr="00C95DDF">
              <w:rPr>
                <w:rFonts w:ascii="TH SarabunIT๙" w:hAnsi="TH SarabunIT๙" w:cs="TH SarabunIT๙" w:hint="cs"/>
                <w:sz w:val="28"/>
                <w:cs/>
              </w:rPr>
              <w:t xml:space="preserve"> เพื่ออบรมให้ความรู้กับเกษตรกรในการประกอบอาชีพด้านอื่น ทำให้มีรายได้เสริมนอกจากอาชีพหลัก</w:t>
            </w:r>
          </w:p>
        </w:tc>
        <w:tc>
          <w:tcPr>
            <w:tcW w:w="5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1B067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D748EB">
        <w:tc>
          <w:tcPr>
            <w:tcW w:w="667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936573" w:rsidRPr="00B95AA4" w:rsidRDefault="00D83E62" w:rsidP="00D83E6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  <w:r w:rsidR="00936573" w:rsidRPr="00B95AA4">
              <w:rPr>
                <w:rFonts w:ascii="TH SarabunIT๙" w:hAnsi="TH SarabunIT๙" w:cs="TH SarabunIT๙"/>
                <w:b/>
                <w:bCs/>
                <w:sz w:val="28"/>
                <w:cs/>
              </w:rPr>
              <w:t>. ภารกิจ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  <w:r w:rsidR="00936573" w:rsidRPr="00B95A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เงินกองทุนการปฏิรูปที่ดิน</w:t>
            </w: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36573" w:rsidRPr="00B72AE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72AEF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pacing w:val="-8"/>
                <w:sz w:val="28"/>
                <w:cs/>
              </w:rPr>
              <w:t>5</w:t>
            </w:r>
            <w:r w:rsidRPr="00B72AEF">
              <w:rPr>
                <w:rFonts w:ascii="TH SarabunIT๙" w:hAnsi="TH SarabunIT๙" w:cs="TH SarabunIT๙" w:hint="cs"/>
                <w:b/>
                <w:bCs/>
                <w:spacing w:val="-8"/>
                <w:sz w:val="28"/>
                <w:cs/>
              </w:rPr>
              <w:t>.๑</w:t>
            </w:r>
            <w:r w:rsidRPr="00B72AEF">
              <w:rPr>
                <w:rFonts w:ascii="TH SarabunIT๙" w:hAnsi="TH SarabunIT๙" w:cs="TH SarabunIT๙"/>
                <w:b/>
                <w:bCs/>
                <w:spacing w:val="-8"/>
                <w:sz w:val="28"/>
                <w:cs/>
              </w:rPr>
              <w:t xml:space="preserve"> การสนับสนุนการจัดซื้อที่ดินและจัดเก็บผลประโยชน์</w:t>
            </w:r>
            <w:r w:rsidRPr="00B72AE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 xml:space="preserve"> เป็น</w:t>
            </w:r>
            <w:r w:rsidRPr="00B72AEF">
              <w:rPr>
                <w:rFonts w:ascii="TH SarabunIT๙" w:hAnsi="TH SarabunIT๙" w:cs="TH SarabunIT๙"/>
                <w:spacing w:val="-8"/>
                <w:sz w:val="28"/>
                <w:cs/>
              </w:rPr>
              <w:t>การวิเคราะห์ความเหมาะสม</w:t>
            </w:r>
            <w:r w:rsidRPr="00B72AEF">
              <w:rPr>
                <w:rFonts w:ascii="TH SarabunIT๙" w:hAnsi="TH SarabunIT๙" w:cs="TH SarabunIT๙"/>
                <w:sz w:val="28"/>
                <w:cs/>
              </w:rPr>
              <w:t>และความเป็นไปได้ของการจัดซื้อที่ดิน และประเมินมูลค่าอสังหาริมทรัพย์ รวมทั้งคำนวณค่าตอบแทนที่ดินรายแปลง</w:t>
            </w: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36573" w:rsidRPr="00B95AA4" w:rsidTr="00936573">
        <w:tc>
          <w:tcPr>
            <w:tcW w:w="667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936573" w:rsidRPr="00B72AEF" w:rsidRDefault="00936573" w:rsidP="00D83E6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22123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</w:t>
            </w:r>
            <w:r w:rsidR="00D83E6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  <w:r w:rsidRPr="0022123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.๒ </w:t>
            </w:r>
            <w:r w:rsidRPr="002212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การให้บริการสินเชื่อและจัดเก็บหนี้เงินกู้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B72AEF">
              <w:rPr>
                <w:rFonts w:ascii="TH SarabunIT๙" w:hAnsi="TH SarabunIT๙" w:cs="TH SarabunIT๙"/>
                <w:sz w:val="28"/>
                <w:cs/>
              </w:rPr>
              <w:t>การให้สินเชื่อแก่เกษตรกรในการประกอบอาชีพเกษตรกรรมและจัดเก็บหนี้จากเกษตรกร</w:t>
            </w:r>
          </w:p>
        </w:tc>
        <w:tc>
          <w:tcPr>
            <w:tcW w:w="5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573" w:rsidRPr="00B95AA4" w:rsidRDefault="00936573" w:rsidP="00B95A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B44D6D" w:rsidRPr="00B44D6D" w:rsidRDefault="00B44D6D" w:rsidP="00B44D6D">
      <w:pPr>
        <w:spacing w:after="0" w:line="240" w:lineRule="auto"/>
        <w:rPr>
          <w:rFonts w:ascii="TH SarabunIT๙" w:hAnsi="TH SarabunIT๙" w:cs="TH SarabunIT๙"/>
          <w:b/>
          <w:bCs/>
          <w:sz w:val="20"/>
          <w:szCs w:val="20"/>
        </w:rPr>
      </w:pPr>
    </w:p>
    <w:p w:rsidR="00B44D6D" w:rsidRDefault="00B44D6D" w:rsidP="00B44D6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9E4B6B">
        <w:rPr>
          <w:rFonts w:ascii="TH SarabunIT๙" w:hAnsi="TH SarabunIT๙" w:cs="TH SarabunIT๙" w:hint="cs"/>
          <w:b/>
          <w:bCs/>
          <w:sz w:val="28"/>
          <w:cs/>
        </w:rPr>
        <w:t>ข้อเสนอแนะ</w:t>
      </w:r>
      <w:r w:rsidR="009E4B6B" w:rsidRPr="009E4B6B"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</w:p>
    <w:p w:rsidR="009E4B6B" w:rsidRPr="009E4B6B" w:rsidRDefault="009E4B6B" w:rsidP="00B44D6D">
      <w:pPr>
        <w:spacing w:after="0" w:line="240" w:lineRule="auto"/>
        <w:rPr>
          <w:rFonts w:ascii="TH SarabunIT๙" w:hAnsi="TH SarabunIT๙" w:cs="TH SarabunIT๙"/>
          <w:sz w:val="28"/>
        </w:rPr>
      </w:pPr>
      <w:r w:rsidRPr="009E4B6B">
        <w:rPr>
          <w:rFonts w:ascii="TH SarabunIT๙" w:hAnsi="TH SarabunIT๙" w:cs="TH SarabunIT๙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28"/>
          <w:cs/>
        </w:rPr>
        <w:t>........................................................................</w:t>
      </w:r>
      <w:r w:rsidRPr="009E4B6B">
        <w:rPr>
          <w:rFonts w:ascii="TH SarabunIT๙" w:hAnsi="TH SarabunIT๙" w:cs="TH SarabunIT๙" w:hint="cs"/>
          <w:sz w:val="28"/>
          <w:cs/>
        </w:rPr>
        <w:t>..........................................................................................</w:t>
      </w:r>
    </w:p>
    <w:p w:rsidR="009E4B6B" w:rsidRDefault="009E4B6B" w:rsidP="00D479E6">
      <w:pPr>
        <w:spacing w:after="0" w:line="240" w:lineRule="auto"/>
        <w:jc w:val="center"/>
        <w:rPr>
          <w:rFonts w:ascii="TH SarabunIT๙" w:hAnsi="TH SarabunIT๙" w:cs="TH SarabunIT๙"/>
          <w:b/>
          <w:bCs/>
          <w:i/>
          <w:iCs/>
          <w:sz w:val="28"/>
        </w:rPr>
      </w:pPr>
    </w:p>
    <w:p w:rsidR="009E4B6B" w:rsidRDefault="009E4B6B" w:rsidP="00D479E6">
      <w:pPr>
        <w:spacing w:after="0" w:line="240" w:lineRule="auto"/>
        <w:jc w:val="center"/>
        <w:rPr>
          <w:rFonts w:ascii="TH SarabunIT๙" w:hAnsi="TH SarabunIT๙" w:cs="TH SarabunIT๙"/>
          <w:b/>
          <w:bCs/>
          <w:i/>
          <w:iCs/>
          <w:sz w:val="28"/>
        </w:rPr>
      </w:pPr>
    </w:p>
    <w:p w:rsidR="009E4B6B" w:rsidRDefault="009E4B6B" w:rsidP="00D479E6">
      <w:pPr>
        <w:spacing w:after="0" w:line="240" w:lineRule="auto"/>
        <w:jc w:val="center"/>
        <w:rPr>
          <w:rFonts w:ascii="TH SarabunIT๙" w:hAnsi="TH SarabunIT๙" w:cs="TH SarabunIT๙"/>
          <w:b/>
          <w:bCs/>
          <w:i/>
          <w:iCs/>
          <w:sz w:val="28"/>
        </w:rPr>
      </w:pPr>
    </w:p>
    <w:p w:rsidR="008D2427" w:rsidRPr="007218FE" w:rsidRDefault="008D2427" w:rsidP="007218FE">
      <w:pPr>
        <w:spacing w:after="0" w:line="276" w:lineRule="auto"/>
        <w:jc w:val="center"/>
        <w:rPr>
          <w:rFonts w:ascii="TH SarabunIT๙" w:hAnsi="TH SarabunIT๙" w:cs="TH SarabunIT๙" w:hint="cs"/>
          <w:b/>
          <w:bCs/>
          <w:i/>
          <w:iCs/>
          <w:sz w:val="32"/>
          <w:szCs w:val="32"/>
        </w:rPr>
      </w:pPr>
      <w:r w:rsidRPr="007218FE">
        <w:rPr>
          <w:rFonts w:ascii="TH SarabunIT๙" w:hAnsi="TH SarabunIT๙" w:cs="TH SarabunIT๙" w:hint="cs"/>
          <w:b/>
          <w:bCs/>
          <w:i/>
          <w:iCs/>
          <w:sz w:val="32"/>
          <w:szCs w:val="32"/>
          <w:cs/>
        </w:rPr>
        <w:t>กลุ่มพัฒนาระบบบริหาร ส.ป.ก. ขอขอบพระคุณทุกท่านที่</w:t>
      </w:r>
      <w:r w:rsidR="00F97D0F" w:rsidRPr="007218FE">
        <w:rPr>
          <w:rFonts w:ascii="TH SarabunIT๙" w:hAnsi="TH SarabunIT๙" w:cs="TH SarabunIT๙" w:hint="cs"/>
          <w:b/>
          <w:bCs/>
          <w:i/>
          <w:iCs/>
          <w:sz w:val="32"/>
          <w:szCs w:val="32"/>
          <w:cs/>
        </w:rPr>
        <w:t>ได้กรุณา</w:t>
      </w:r>
      <w:r w:rsidRPr="007218FE">
        <w:rPr>
          <w:rFonts w:ascii="TH SarabunIT๙" w:hAnsi="TH SarabunIT๙" w:cs="TH SarabunIT๙" w:hint="cs"/>
          <w:b/>
          <w:bCs/>
          <w:i/>
          <w:iCs/>
          <w:sz w:val="32"/>
          <w:szCs w:val="32"/>
          <w:cs/>
        </w:rPr>
        <w:t>ให้ความร่วมมือในการตอบแบบสอบถาม</w:t>
      </w:r>
      <w:r w:rsidR="00F97D0F" w:rsidRPr="007218FE">
        <w:rPr>
          <w:rFonts w:ascii="TH SarabunIT๙" w:hAnsi="TH SarabunIT๙" w:cs="TH SarabunIT๙" w:hint="cs"/>
          <w:b/>
          <w:bCs/>
          <w:i/>
          <w:iCs/>
          <w:sz w:val="32"/>
          <w:szCs w:val="32"/>
          <w:cs/>
        </w:rPr>
        <w:t>ในครั้งนี้</w:t>
      </w:r>
      <w:r w:rsidR="007218FE">
        <w:rPr>
          <w:rFonts w:ascii="TH SarabunIT๙" w:hAnsi="TH SarabunIT๙" w:cs="TH SarabunIT๙"/>
          <w:b/>
          <w:bCs/>
          <w:i/>
          <w:iCs/>
          <w:sz w:val="32"/>
          <w:szCs w:val="32"/>
        </w:rPr>
        <w:t xml:space="preserve"> </w:t>
      </w:r>
      <w:r w:rsidR="00D83E62" w:rsidRPr="007218FE">
        <w:rPr>
          <w:rFonts w:ascii="TH SarabunIT๙" w:hAnsi="TH SarabunIT๙" w:cs="TH SarabunIT๙" w:hint="cs"/>
          <w:b/>
          <w:bCs/>
          <w:i/>
          <w:iCs/>
          <w:sz w:val="32"/>
          <w:szCs w:val="32"/>
          <w:cs/>
        </w:rPr>
        <w:t>ซึ่งข้อมูลของท่านจะเป็นประโยชน์อย่างยิ่งต่อการจัดทำแผนปฏิรูปองค์การ</w:t>
      </w:r>
    </w:p>
    <w:p w:rsidR="00D83E62" w:rsidRPr="007218FE" w:rsidRDefault="00D83E62" w:rsidP="007218FE">
      <w:pPr>
        <w:spacing w:after="0" w:line="276" w:lineRule="auto"/>
        <w:jc w:val="center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7218FE">
        <w:rPr>
          <w:rFonts w:ascii="TH SarabunIT๙" w:hAnsi="TH SarabunIT๙" w:cs="TH SarabunIT๙" w:hint="cs"/>
          <w:b/>
          <w:bCs/>
          <w:i/>
          <w:iCs/>
          <w:sz w:val="32"/>
          <w:szCs w:val="32"/>
          <w:cs/>
        </w:rPr>
        <w:t>ทั้งนี้ขอให้ท่านตรวจสอบอีกครั้งว่าได้ตอบแบบสอบถามครบถ้วนทุกข้อหรือไม่</w:t>
      </w:r>
    </w:p>
    <w:sectPr w:rsidR="00D83E62" w:rsidRPr="007218FE" w:rsidSect="008D2427">
      <w:pgSz w:w="11906" w:h="16838"/>
      <w:pgMar w:top="567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0CC0"/>
    <w:multiLevelType w:val="hybridMultilevel"/>
    <w:tmpl w:val="98EE5DC6"/>
    <w:lvl w:ilvl="0" w:tplc="F31C2D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06F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D64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E67D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220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10B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5CD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E5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C6A5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CB"/>
    <w:rsid w:val="00012600"/>
    <w:rsid w:val="00041725"/>
    <w:rsid w:val="000619B3"/>
    <w:rsid w:val="00084F1B"/>
    <w:rsid w:val="000A5944"/>
    <w:rsid w:val="000B743C"/>
    <w:rsid w:val="00186450"/>
    <w:rsid w:val="001B7A1A"/>
    <w:rsid w:val="002203F7"/>
    <w:rsid w:val="00221239"/>
    <w:rsid w:val="00236CA5"/>
    <w:rsid w:val="002806AD"/>
    <w:rsid w:val="002974B2"/>
    <w:rsid w:val="002C5775"/>
    <w:rsid w:val="002F5FC8"/>
    <w:rsid w:val="00301A16"/>
    <w:rsid w:val="0032737B"/>
    <w:rsid w:val="00341416"/>
    <w:rsid w:val="00355C1D"/>
    <w:rsid w:val="003578FA"/>
    <w:rsid w:val="00365782"/>
    <w:rsid w:val="003823B2"/>
    <w:rsid w:val="003B1395"/>
    <w:rsid w:val="003F75CC"/>
    <w:rsid w:val="0041196B"/>
    <w:rsid w:val="00427C02"/>
    <w:rsid w:val="00433749"/>
    <w:rsid w:val="004539C5"/>
    <w:rsid w:val="004A377F"/>
    <w:rsid w:val="004C523F"/>
    <w:rsid w:val="004E086D"/>
    <w:rsid w:val="004E0B0B"/>
    <w:rsid w:val="00514069"/>
    <w:rsid w:val="00565119"/>
    <w:rsid w:val="005B6256"/>
    <w:rsid w:val="005C289B"/>
    <w:rsid w:val="0063133A"/>
    <w:rsid w:val="0064567D"/>
    <w:rsid w:val="006461B2"/>
    <w:rsid w:val="00670FBA"/>
    <w:rsid w:val="006A467C"/>
    <w:rsid w:val="006C59B3"/>
    <w:rsid w:val="007017A5"/>
    <w:rsid w:val="00705217"/>
    <w:rsid w:val="007064CF"/>
    <w:rsid w:val="007218FE"/>
    <w:rsid w:val="00747E2B"/>
    <w:rsid w:val="007A0ACB"/>
    <w:rsid w:val="007C1D18"/>
    <w:rsid w:val="007C78F4"/>
    <w:rsid w:val="007D0BFA"/>
    <w:rsid w:val="007E37F0"/>
    <w:rsid w:val="007E3A68"/>
    <w:rsid w:val="00830220"/>
    <w:rsid w:val="0087676E"/>
    <w:rsid w:val="008850D3"/>
    <w:rsid w:val="008D2427"/>
    <w:rsid w:val="008D24F0"/>
    <w:rsid w:val="00936573"/>
    <w:rsid w:val="0094656E"/>
    <w:rsid w:val="00966035"/>
    <w:rsid w:val="00982988"/>
    <w:rsid w:val="009E4B6B"/>
    <w:rsid w:val="009F3DFB"/>
    <w:rsid w:val="00A03ED5"/>
    <w:rsid w:val="00A04068"/>
    <w:rsid w:val="00AC7C9B"/>
    <w:rsid w:val="00B344FF"/>
    <w:rsid w:val="00B42819"/>
    <w:rsid w:val="00B44D6D"/>
    <w:rsid w:val="00B56B56"/>
    <w:rsid w:val="00B62336"/>
    <w:rsid w:val="00B72AEF"/>
    <w:rsid w:val="00B95AA4"/>
    <w:rsid w:val="00B95E3B"/>
    <w:rsid w:val="00BC26B7"/>
    <w:rsid w:val="00BE767F"/>
    <w:rsid w:val="00C066A9"/>
    <w:rsid w:val="00C20FEB"/>
    <w:rsid w:val="00C32B86"/>
    <w:rsid w:val="00C35108"/>
    <w:rsid w:val="00C4361F"/>
    <w:rsid w:val="00C44BAE"/>
    <w:rsid w:val="00C94AF2"/>
    <w:rsid w:val="00C95DDF"/>
    <w:rsid w:val="00CA36EC"/>
    <w:rsid w:val="00CE4BC2"/>
    <w:rsid w:val="00D138E4"/>
    <w:rsid w:val="00D479E6"/>
    <w:rsid w:val="00D52D16"/>
    <w:rsid w:val="00D60F98"/>
    <w:rsid w:val="00D6615A"/>
    <w:rsid w:val="00D748EB"/>
    <w:rsid w:val="00D83E62"/>
    <w:rsid w:val="00DA2F92"/>
    <w:rsid w:val="00DF40E0"/>
    <w:rsid w:val="00DF7B32"/>
    <w:rsid w:val="00E17120"/>
    <w:rsid w:val="00E245E2"/>
    <w:rsid w:val="00E73A6A"/>
    <w:rsid w:val="00E814B1"/>
    <w:rsid w:val="00E86DD6"/>
    <w:rsid w:val="00EA6634"/>
    <w:rsid w:val="00EB6967"/>
    <w:rsid w:val="00EF693A"/>
    <w:rsid w:val="00F02E93"/>
    <w:rsid w:val="00F26359"/>
    <w:rsid w:val="00F42F69"/>
    <w:rsid w:val="00F63AAB"/>
    <w:rsid w:val="00F8609E"/>
    <w:rsid w:val="00F92F64"/>
    <w:rsid w:val="00F97D0F"/>
    <w:rsid w:val="00FA4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6B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4F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4F0"/>
    <w:rPr>
      <w:rFonts w:ascii="Tahoma" w:hAnsi="Tahoma" w:cs="Angsana New"/>
      <w:sz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6B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4F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4F0"/>
    <w:rPr>
      <w:rFonts w:ascii="Tahoma" w:hAnsi="Tahoma" w:cs="Angsana New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7030">
          <w:marLeft w:val="14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3649;&#3610;&#3610;&#3586;&#3629;&#3591;&#3605;&#3657;&#3634;\&#3649;&#3610;&#3610;&#3626;&#3635;&#3619;&#3623;&#3592;%20version%2020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4144F-C816-4865-A35F-4843F6E7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แบบสำรวจ version 2007</Template>
  <TotalTime>116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34</cp:revision>
  <cp:lastPrinted>2018-01-26T01:48:00Z</cp:lastPrinted>
  <dcterms:created xsi:type="dcterms:W3CDTF">2018-01-25T08:40:00Z</dcterms:created>
  <dcterms:modified xsi:type="dcterms:W3CDTF">2018-01-26T01:50:00Z</dcterms:modified>
</cp:coreProperties>
</file>